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3DB38" w14:textId="6C8F1A78" w:rsidR="0094097E" w:rsidRPr="0094097E" w:rsidRDefault="00997F14" w:rsidP="0094097E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320436A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209699498"/>
      <w:r w:rsidR="00937D22" w:rsidRPr="000D02D0">
        <w:rPr>
          <w:bCs/>
          <w:i/>
        </w:rPr>
        <w:t>Załącznik nr 1.5 do Zarządzenia Rektora UR nr 61/2025</w:t>
      </w:r>
      <w:bookmarkEnd w:id="0"/>
    </w:p>
    <w:p w14:paraId="395DCB63" w14:textId="77777777" w:rsidR="0094097E" w:rsidRPr="0094097E" w:rsidRDefault="0094097E" w:rsidP="0094097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94097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E5058D9" w14:textId="0E4240C1" w:rsidR="0094097E" w:rsidRPr="0094097E" w:rsidRDefault="0094097E" w:rsidP="0094097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94097E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37D2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94097E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37D22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4B6D6C66" w14:textId="77777777" w:rsidR="0094097E" w:rsidRPr="0094097E" w:rsidRDefault="0094097E" w:rsidP="00A651D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94097E">
        <w:rPr>
          <w:rFonts w:ascii="Corbel" w:hAnsi="Corbel"/>
          <w:i/>
          <w:sz w:val="20"/>
          <w:szCs w:val="20"/>
          <w:lang w:eastAsia="ar-SA"/>
        </w:rPr>
        <w:t>(skrajne daty</w:t>
      </w:r>
      <w:r w:rsidRPr="0094097E">
        <w:rPr>
          <w:rFonts w:ascii="Corbel" w:hAnsi="Corbel"/>
          <w:sz w:val="20"/>
          <w:szCs w:val="20"/>
          <w:lang w:eastAsia="ar-SA"/>
        </w:rPr>
        <w:t>)</w:t>
      </w:r>
    </w:p>
    <w:p w14:paraId="3FE470A7" w14:textId="7D440BED" w:rsidR="0094097E" w:rsidRPr="0094097E" w:rsidRDefault="0094097E" w:rsidP="0094097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94097E">
        <w:rPr>
          <w:rFonts w:ascii="Corbel" w:hAnsi="Corbel"/>
          <w:sz w:val="20"/>
          <w:szCs w:val="20"/>
          <w:lang w:eastAsia="ar-SA"/>
        </w:rPr>
        <w:t>Rok akademicki 202</w:t>
      </w:r>
      <w:r w:rsidR="00937D22">
        <w:rPr>
          <w:rFonts w:ascii="Corbel" w:hAnsi="Corbel"/>
          <w:sz w:val="20"/>
          <w:szCs w:val="20"/>
          <w:lang w:eastAsia="ar-SA"/>
        </w:rPr>
        <w:t>5</w:t>
      </w:r>
      <w:r w:rsidRPr="0094097E">
        <w:rPr>
          <w:rFonts w:ascii="Corbel" w:hAnsi="Corbel"/>
          <w:sz w:val="20"/>
          <w:szCs w:val="20"/>
          <w:lang w:eastAsia="ar-SA"/>
        </w:rPr>
        <w:t>/202</w:t>
      </w:r>
      <w:r w:rsidR="00937D22">
        <w:rPr>
          <w:rFonts w:ascii="Corbel" w:hAnsi="Corbel"/>
          <w:sz w:val="20"/>
          <w:szCs w:val="20"/>
          <w:lang w:eastAsia="ar-SA"/>
        </w:rPr>
        <w:t>6</w:t>
      </w:r>
    </w:p>
    <w:p w14:paraId="39C28A37" w14:textId="77777777" w:rsidR="0094097E" w:rsidRPr="0094097E" w:rsidRDefault="0094097E" w:rsidP="0094097E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320436AC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79957DAA" w:rsidR="0085747A" w:rsidRPr="009E74FB" w:rsidRDefault="001E7D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9E74FB">
              <w:rPr>
                <w:rFonts w:ascii="Corbel" w:hAnsi="Corbel"/>
                <w:bCs/>
                <w:sz w:val="24"/>
                <w:szCs w:val="24"/>
              </w:rPr>
              <w:t>Biurotechnika</w:t>
            </w:r>
            <w:proofErr w:type="spellEnd"/>
            <w:r w:rsidR="002A3DD5" w:rsidRPr="009E74FB">
              <w:rPr>
                <w:rFonts w:ascii="Corbel" w:hAnsi="Corbel"/>
                <w:bCs/>
                <w:sz w:val="24"/>
                <w:szCs w:val="24"/>
              </w:rPr>
              <w:t xml:space="preserve"> [BN]</w:t>
            </w:r>
          </w:p>
        </w:tc>
      </w:tr>
      <w:tr w:rsidR="0085747A" w:rsidRPr="009C54AE" w14:paraId="56C69E9C" w14:textId="77777777" w:rsidTr="320436AC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3D2CFCF8" w:rsidR="0085747A" w:rsidRPr="009C54AE" w:rsidRDefault="00177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FDB">
              <w:rPr>
                <w:rFonts w:ascii="Corbel" w:hAnsi="Corbel"/>
                <w:b w:val="0"/>
                <w:sz w:val="24"/>
                <w:szCs w:val="24"/>
              </w:rPr>
              <w:t xml:space="preserve">ASO </w:t>
            </w:r>
            <w:r w:rsidR="001E7D97">
              <w:rPr>
                <w:rFonts w:ascii="Corbel" w:hAnsi="Corbel"/>
                <w:b w:val="0"/>
                <w:sz w:val="24"/>
                <w:szCs w:val="24"/>
              </w:rPr>
              <w:t>14</w:t>
            </w:r>
          </w:p>
        </w:tc>
      </w:tr>
      <w:tr w:rsidR="0085747A" w:rsidRPr="009C54AE" w14:paraId="04B7DE72" w14:textId="77777777" w:rsidTr="320436AC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0DA6EEE7" w:rsidR="0085747A" w:rsidRPr="009C54AE" w:rsidRDefault="0093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D22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690D3582" w14:textId="77777777" w:rsidTr="320436AC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6C706394" w:rsidR="0085747A" w:rsidRPr="009C54AE" w:rsidRDefault="001E4FAF" w:rsidP="32043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4FA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6EDF4A49" w14:textId="77777777" w:rsidTr="320436AC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320436AC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7BD15AD0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154440E7" w14:textId="77777777" w:rsidTr="320436AC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65521E61" w:rsidR="0085747A" w:rsidRPr="009C54AE" w:rsidRDefault="00C23D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2E37A9C" w14:textId="77777777" w:rsidTr="320436AC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1309D355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320436AC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3847EB5F" w:rsidR="0085747A" w:rsidRPr="009C54AE" w:rsidRDefault="00322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r w:rsidR="00656B78">
              <w:rPr>
                <w:rFonts w:ascii="Corbel" w:hAnsi="Corbel"/>
                <w:b w:val="0"/>
                <w:sz w:val="24"/>
                <w:szCs w:val="24"/>
              </w:rPr>
              <w:t>/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0B70A412" w14:textId="77777777" w:rsidTr="320436AC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5E36F48D" w:rsidR="0085747A" w:rsidRPr="009C54AE" w:rsidRDefault="005C7657" w:rsidP="32043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20436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83DC039" w14:textId="77777777" w:rsidTr="320436AC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D58EFB8" w14:textId="77777777" w:rsidTr="320436AC">
        <w:tc>
          <w:tcPr>
            <w:tcW w:w="2694" w:type="dxa"/>
            <w:vAlign w:val="center"/>
          </w:tcPr>
          <w:p w14:paraId="24042A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3DAEB815" w:rsidR="0085747A" w:rsidRPr="009C54AE" w:rsidRDefault="009545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1756A7" w:rsidRPr="009C54AE" w14:paraId="1C5B2BB9" w14:textId="77777777" w:rsidTr="320436AC">
        <w:tc>
          <w:tcPr>
            <w:tcW w:w="2694" w:type="dxa"/>
            <w:vAlign w:val="center"/>
          </w:tcPr>
          <w:p w14:paraId="07F1532B" w14:textId="77777777" w:rsidR="001756A7" w:rsidRPr="009C54AE" w:rsidRDefault="001756A7" w:rsidP="001756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531E7327" w:rsidR="001756A7" w:rsidRPr="009C54AE" w:rsidRDefault="001756A7" w:rsidP="001756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14:paraId="70A910A0" w14:textId="77777777" w:rsidR="0085747A" w:rsidRDefault="0085747A" w:rsidP="0095456D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220BFE" w14:textId="77777777" w:rsidR="0095456D" w:rsidRPr="009C54AE" w:rsidRDefault="0095456D" w:rsidP="0095456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1532F122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5456D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954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C7ED" w14:textId="77777777" w:rsidR="00015B8F" w:rsidRDefault="00015B8F" w:rsidP="0095456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5456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954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A28B" w14:textId="319DFA9E" w:rsidR="00015B8F" w:rsidRPr="009C54AE" w:rsidRDefault="00295068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04D1AAD6" w:rsidR="00015B8F" w:rsidRPr="009C54AE" w:rsidRDefault="00015B8F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5A868493" w:rsidR="00015B8F" w:rsidRPr="009C54AE" w:rsidRDefault="00015B8F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612435C7" w:rsidR="00015B8F" w:rsidRPr="009C54AE" w:rsidRDefault="0074206D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0730529C" w:rsidR="00015B8F" w:rsidRPr="009C54AE" w:rsidRDefault="0074206D" w:rsidP="00954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25F93FF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1A094EDC" w14:textId="77777777" w:rsidR="0095456D" w:rsidRPr="009C54AE" w:rsidRDefault="0095456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8ABBC3A" w14:textId="1BE24205" w:rsidR="0085747A" w:rsidRPr="00231D7E" w:rsidRDefault="009545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95456D">
        <w:rPr>
          <w:rFonts w:ascii="Corbel" w:eastAsia="MS Gothic" w:hAnsi="Corbel" w:cs="MS Gothic"/>
          <w:bCs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 </w:t>
      </w:r>
      <w:r w:rsidR="0085747A" w:rsidRPr="000E39BC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654AA698" w:rsidR="00E22FBC" w:rsidRPr="009C54AE" w:rsidRDefault="00E22FBC" w:rsidP="320436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20436AC">
        <w:rPr>
          <w:rFonts w:ascii="Corbel" w:hAnsi="Corbel"/>
          <w:smallCaps w:val="0"/>
        </w:rPr>
        <w:t>1.3</w:t>
      </w:r>
      <w:r w:rsidR="0095456D">
        <w:rPr>
          <w:rFonts w:ascii="Corbel" w:hAnsi="Corbel"/>
          <w:smallCaps w:val="0"/>
        </w:rPr>
        <w:t>.</w:t>
      </w:r>
      <w:r w:rsidRPr="320436AC">
        <w:rPr>
          <w:rFonts w:ascii="Corbel" w:hAnsi="Corbel"/>
          <w:smallCaps w:val="0"/>
        </w:rPr>
        <w:t xml:space="preserve"> For</w:t>
      </w:r>
      <w:r w:rsidR="00445970" w:rsidRPr="320436AC">
        <w:rPr>
          <w:rFonts w:ascii="Corbel" w:hAnsi="Corbel"/>
          <w:smallCaps w:val="0"/>
        </w:rPr>
        <w:t xml:space="preserve">ma zaliczenia przedmiotu </w:t>
      </w:r>
      <w:r w:rsidRPr="320436AC">
        <w:rPr>
          <w:rFonts w:ascii="Corbel" w:hAnsi="Corbel"/>
          <w:smallCaps w:val="0"/>
        </w:rPr>
        <w:t xml:space="preserve">(z toku) </w:t>
      </w:r>
      <w:r w:rsidRPr="320436AC">
        <w:rPr>
          <w:rFonts w:ascii="Corbel" w:hAnsi="Corbel"/>
          <w:b w:val="0"/>
          <w:smallCaps w:val="0"/>
        </w:rPr>
        <w:t>(egzamin, zaliczenie z oceną, zaliczenie bez oceny)</w:t>
      </w:r>
    </w:p>
    <w:p w14:paraId="0F80D54D" w14:textId="77777777" w:rsidR="00A651D3" w:rsidRDefault="00A651D3" w:rsidP="00265AC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2492EEB0" w14:textId="379CA55E" w:rsidR="00071105" w:rsidRPr="00265AC0" w:rsidRDefault="00265AC0" w:rsidP="0095456D">
      <w:pPr>
        <w:spacing w:after="0" w:line="240" w:lineRule="auto"/>
        <w:ind w:left="71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 xml:space="preserve">Konwersatorium: </w:t>
      </w:r>
      <w:r w:rsidR="00071105" w:rsidRPr="00CB4504">
        <w:rPr>
          <w:rFonts w:ascii="Corbel" w:eastAsia="Cambria" w:hAnsi="Corbel"/>
          <w:sz w:val="24"/>
          <w:szCs w:val="24"/>
        </w:rPr>
        <w:t>zaliczenie z oceną</w:t>
      </w: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04902E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A451753" w14:textId="77777777" w:rsidR="00A651D3" w:rsidRPr="009C54AE" w:rsidRDefault="00A651D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76B2A56C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dotycząca funkcjonowania administracji publicznej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5BB9DE40" w:rsidR="0085747A" w:rsidRPr="00C05F44" w:rsidRDefault="00A651D3" w:rsidP="320436AC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320436AC">
        <w:rPr>
          <w:rFonts w:ascii="Corbel" w:hAnsi="Corbel"/>
        </w:rPr>
        <w:lastRenderedPageBreak/>
        <w:t>3.</w:t>
      </w:r>
      <w:r w:rsidR="0085747A" w:rsidRPr="320436AC">
        <w:rPr>
          <w:rFonts w:ascii="Corbel" w:hAnsi="Corbel"/>
        </w:rPr>
        <w:t xml:space="preserve"> </w:t>
      </w:r>
      <w:r w:rsidR="00A84C85" w:rsidRPr="320436AC">
        <w:rPr>
          <w:rFonts w:ascii="Corbel" w:hAnsi="Corbel"/>
        </w:rPr>
        <w:t>cele, efekty uczenia się</w:t>
      </w:r>
      <w:r w:rsidR="0085747A" w:rsidRPr="320436AC">
        <w:rPr>
          <w:rFonts w:ascii="Corbel" w:hAnsi="Corbel"/>
        </w:rPr>
        <w:t>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46276" w:rsidRPr="009C54AE" w14:paraId="66B61722" w14:textId="77777777" w:rsidTr="0095456D">
        <w:tc>
          <w:tcPr>
            <w:tcW w:w="845" w:type="dxa"/>
            <w:vAlign w:val="center"/>
          </w:tcPr>
          <w:p w14:paraId="0CEBFA8E" w14:textId="7BE60456" w:rsidR="00546276" w:rsidRPr="009C54AE" w:rsidRDefault="00546276" w:rsidP="0095456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D0D3DED" w14:textId="7BAC0A41" w:rsidR="00546276" w:rsidRPr="0095456D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95456D">
              <w:rPr>
                <w:rFonts w:ascii="Corbel" w:eastAsia="Cambria" w:hAnsi="Corbel" w:cs="Calibri"/>
                <w:b w:val="0"/>
                <w:bCs/>
                <w:iCs/>
                <w:sz w:val="24"/>
                <w:szCs w:val="24"/>
              </w:rPr>
              <w:t>Student powinien poznać podstawowe zagadnienia z zakresu organizacji stanowiska pracy w urzędzie, bezpieczeństwa i higieny pracy biurowej.</w:t>
            </w:r>
          </w:p>
        </w:tc>
      </w:tr>
      <w:tr w:rsidR="00546276" w:rsidRPr="009C54AE" w14:paraId="1E490D16" w14:textId="77777777" w:rsidTr="0095456D">
        <w:tc>
          <w:tcPr>
            <w:tcW w:w="845" w:type="dxa"/>
            <w:vAlign w:val="center"/>
          </w:tcPr>
          <w:p w14:paraId="72A27101" w14:textId="0E385C88" w:rsidR="00546276" w:rsidRPr="009C54AE" w:rsidRDefault="00546276" w:rsidP="0095456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3C00616" w14:textId="4C3DC5B7" w:rsidR="00546276" w:rsidRPr="0095456D" w:rsidRDefault="452EEEB1" w:rsidP="3204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5456D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>Student powinien zapoznać się z regułami obiegu pism i korespondencji w instytucji publicznej,</w:t>
            </w:r>
            <w:r w:rsidR="5E79A8D8" w:rsidRPr="0095456D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 xml:space="preserve"> </w:t>
            </w:r>
            <w:r w:rsidRPr="0095456D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>w tym zagadnieniami tworzenia poszczególnych rodzajów pism w sprawach, ich klasyfikacji, porządkowania, terminowości, przechowywania oraz archiwizacji. Dotyczy to zarówno dokumentacji papierowej jak też elektronicznej.</w:t>
            </w:r>
          </w:p>
        </w:tc>
      </w:tr>
      <w:tr w:rsidR="00546276" w:rsidRPr="009C54AE" w14:paraId="458C54B9" w14:textId="77777777" w:rsidTr="0095456D">
        <w:tc>
          <w:tcPr>
            <w:tcW w:w="845" w:type="dxa"/>
            <w:vAlign w:val="center"/>
          </w:tcPr>
          <w:p w14:paraId="7387C67A" w14:textId="7E71171D" w:rsidR="00546276" w:rsidRPr="009C54AE" w:rsidRDefault="00546276" w:rsidP="0095456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533CACC" w14:textId="65C4A8BD" w:rsidR="00546276" w:rsidRPr="0095456D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5456D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>Student powinien umieć zastosować pozyskaną wiedzę w praktyce.</w:t>
            </w:r>
          </w:p>
        </w:tc>
      </w:tr>
      <w:tr w:rsidR="00546276" w:rsidRPr="009C54AE" w14:paraId="74E6A5B9" w14:textId="77777777" w:rsidTr="0095456D">
        <w:tc>
          <w:tcPr>
            <w:tcW w:w="845" w:type="dxa"/>
            <w:vAlign w:val="center"/>
          </w:tcPr>
          <w:p w14:paraId="75E2D23B" w14:textId="3FA48222" w:rsidR="00546276" w:rsidRPr="009C54AE" w:rsidRDefault="00546276" w:rsidP="0095456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FA9CE4A" w14:textId="448A5697" w:rsidR="00546276" w:rsidRPr="0095456D" w:rsidRDefault="00546276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5456D">
              <w:rPr>
                <w:rFonts w:ascii="Corbel" w:eastAsia="Cambria" w:hAnsi="Corbel" w:cs="Calibri"/>
                <w:b w:val="0"/>
                <w:iCs/>
                <w:sz w:val="24"/>
                <w:szCs w:val="24"/>
                <w:lang w:eastAsia="en-US"/>
              </w:rPr>
              <w:t>Student powinien być przygotowany do właściwego kontaktu z klientem instytucji, współpracownikami, zwierzchnikiem.</w:t>
            </w: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A028F5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0DF1C99" w14:textId="77777777" w:rsidTr="00A028F5">
        <w:tc>
          <w:tcPr>
            <w:tcW w:w="1679" w:type="dxa"/>
          </w:tcPr>
          <w:p w14:paraId="4DD1952D" w14:textId="45459D6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28F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7C54CA58" w14:textId="55142124" w:rsidR="0085747A" w:rsidRPr="009C54AE" w:rsidRDefault="006A31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1C1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</w:tcPr>
          <w:p w14:paraId="5BE37A7E" w14:textId="515CFE34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3CB0D8AC" w14:textId="77777777" w:rsidTr="00A028F5">
        <w:tc>
          <w:tcPr>
            <w:tcW w:w="1679" w:type="dxa"/>
          </w:tcPr>
          <w:p w14:paraId="4A58F7D7" w14:textId="2CAB1B9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D8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028F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5228E046" w14:textId="68D271B8" w:rsidR="0085747A" w:rsidRPr="009C54AE" w:rsidRDefault="00A67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744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14:paraId="0530D039" w14:textId="42B70D7C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80432" w:rsidRPr="009C54AE" w14:paraId="618F33E1" w14:textId="77777777" w:rsidTr="00A028F5">
        <w:tc>
          <w:tcPr>
            <w:tcW w:w="1679" w:type="dxa"/>
          </w:tcPr>
          <w:p w14:paraId="34A22CBF" w14:textId="53D434B0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4C9B7646" w14:textId="4372B906" w:rsidR="00B80432" w:rsidRPr="00A67744" w:rsidRDefault="00A635D9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35D9">
              <w:rPr>
                <w:rFonts w:ascii="Corbel" w:hAnsi="Corbel"/>
                <w:b w:val="0"/>
                <w:smallCaps w:val="0"/>
                <w:szCs w:val="24"/>
              </w:rPr>
              <w:t>potrafi samodzielnie zdobywać wiedzę i rozwijać swoje profesjonalne umiejętności, korzystając z różnych źródeł i nowoczesnych technologii;</w:t>
            </w:r>
          </w:p>
        </w:tc>
        <w:tc>
          <w:tcPr>
            <w:tcW w:w="1865" w:type="dxa"/>
          </w:tcPr>
          <w:p w14:paraId="031541F0" w14:textId="0959DEEB" w:rsidR="00B80432" w:rsidRPr="00F81D8A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63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80432" w:rsidRPr="009C54AE" w14:paraId="30A3B2C1" w14:textId="77777777" w:rsidTr="00A028F5">
        <w:tc>
          <w:tcPr>
            <w:tcW w:w="1679" w:type="dxa"/>
          </w:tcPr>
          <w:p w14:paraId="405A925C" w14:textId="28D700B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6DADA16B" w14:textId="3C45EC00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EE3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65" w:type="dxa"/>
          </w:tcPr>
          <w:p w14:paraId="39168972" w14:textId="43FD1446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80432" w:rsidRPr="009C54AE" w14:paraId="084A4319" w14:textId="77777777" w:rsidTr="00E735E1">
        <w:trPr>
          <w:trHeight w:val="937"/>
        </w:trPr>
        <w:tc>
          <w:tcPr>
            <w:tcW w:w="1679" w:type="dxa"/>
          </w:tcPr>
          <w:p w14:paraId="6F8FCB62" w14:textId="53AABA98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7A7A570C" w14:textId="147A0D5D" w:rsidR="00B80432" w:rsidRPr="009C54AE" w:rsidRDefault="00E735E1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735E1">
              <w:rPr>
                <w:rFonts w:ascii="Corbel" w:hAnsi="Corbel"/>
                <w:b w:val="0"/>
                <w:smallCaps w:val="0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65" w:type="dxa"/>
          </w:tcPr>
          <w:p w14:paraId="426A6FA7" w14:textId="3146F52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32A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B80432" w:rsidRPr="009C54AE" w14:paraId="1F065476" w14:textId="77777777" w:rsidTr="00A028F5">
        <w:tc>
          <w:tcPr>
            <w:tcW w:w="1679" w:type="dxa"/>
          </w:tcPr>
          <w:p w14:paraId="21783D92" w14:textId="469A51B6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1CDEC935" w14:textId="70D493AC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670C7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65" w:type="dxa"/>
          </w:tcPr>
          <w:p w14:paraId="29D9AE74" w14:textId="5EFF992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5C83AFC1" w:rsidR="0085747A" w:rsidRPr="009C54AE" w:rsidRDefault="00A651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3B2C1C5E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A651D3">
        <w:rPr>
          <w:rFonts w:ascii="Corbel" w:hAnsi="Corbel"/>
          <w:sz w:val="24"/>
          <w:szCs w:val="24"/>
        </w:rPr>
        <w:t>– nie dotyczy</w:t>
      </w:r>
    </w:p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DB5BBC" w14:textId="77777777" w:rsidR="005063DA" w:rsidRDefault="005063DA" w:rsidP="005063D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A7930" w:rsidRPr="009C54AE" w14:paraId="67E1BC3D" w14:textId="77777777" w:rsidTr="00B97611">
        <w:tc>
          <w:tcPr>
            <w:tcW w:w="9491" w:type="dxa"/>
          </w:tcPr>
          <w:p w14:paraId="770A7970" w14:textId="77777777" w:rsidR="009A7930" w:rsidRPr="009C54AE" w:rsidRDefault="009A7930" w:rsidP="00B9761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930" w:rsidRPr="009C54AE" w14:paraId="3655BF2B" w14:textId="77777777" w:rsidTr="00B97611">
        <w:tc>
          <w:tcPr>
            <w:tcW w:w="9491" w:type="dxa"/>
          </w:tcPr>
          <w:p w14:paraId="59FF686B" w14:textId="77777777" w:rsidR="009A7930" w:rsidRPr="009A7930" w:rsidRDefault="009A7930" w:rsidP="00B976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Podstawowe wiadomości na temat pracy administracyjnej, charakterystyka pracy administracyjnej i biurowej.</w:t>
            </w:r>
          </w:p>
        </w:tc>
      </w:tr>
      <w:tr w:rsidR="009A7930" w:rsidRPr="009C54AE" w14:paraId="4300DFEC" w14:textId="77777777" w:rsidTr="00B97611">
        <w:tc>
          <w:tcPr>
            <w:tcW w:w="9491" w:type="dxa"/>
          </w:tcPr>
          <w:p w14:paraId="1293967C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Urząd i jego wewnętrzna struktura. Etyka urzędnicza.</w:t>
            </w:r>
          </w:p>
        </w:tc>
      </w:tr>
      <w:tr w:rsidR="009A7930" w:rsidRPr="009C54AE" w14:paraId="47399305" w14:textId="77777777" w:rsidTr="00B97611">
        <w:tc>
          <w:tcPr>
            <w:tcW w:w="9491" w:type="dxa"/>
          </w:tcPr>
          <w:p w14:paraId="139B4883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 xml:space="preserve">Akty prawa wewnętrznego regulujące działanie urzędu. </w:t>
            </w:r>
          </w:p>
        </w:tc>
      </w:tr>
      <w:tr w:rsidR="009A7930" w:rsidRPr="00B6714B" w14:paraId="0E937E30" w14:textId="77777777" w:rsidTr="00B97611">
        <w:tc>
          <w:tcPr>
            <w:tcW w:w="9491" w:type="dxa"/>
          </w:tcPr>
          <w:p w14:paraId="06CA00F5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Warunki i środowisko pracy w urzędzie. System ochrony pracy. BHP w urzędzie.</w:t>
            </w:r>
          </w:p>
        </w:tc>
      </w:tr>
      <w:tr w:rsidR="009A7930" w:rsidRPr="00B6714B" w14:paraId="404BBFB1" w14:textId="77777777" w:rsidTr="00B97611">
        <w:tc>
          <w:tcPr>
            <w:tcW w:w="9491" w:type="dxa"/>
          </w:tcPr>
          <w:p w14:paraId="4B5CC058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Środowisko i ergonomia pracy w urzędzie</w:t>
            </w:r>
          </w:p>
        </w:tc>
      </w:tr>
      <w:tr w:rsidR="009A7930" w:rsidRPr="00B6714B" w14:paraId="3AA2FC2A" w14:textId="77777777" w:rsidTr="00B97611">
        <w:tc>
          <w:tcPr>
            <w:tcW w:w="9491" w:type="dxa"/>
          </w:tcPr>
          <w:p w14:paraId="3505CD55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Rodzaje dokumentów. Dokumentacja pracownicza.</w:t>
            </w:r>
            <w:r w:rsidRPr="009A7930">
              <w:t xml:space="preserve"> </w:t>
            </w:r>
            <w:r w:rsidRPr="009A7930">
              <w:rPr>
                <w:rFonts w:ascii="Corbel" w:hAnsi="Corbel"/>
                <w:sz w:val="24"/>
                <w:szCs w:val="24"/>
              </w:rPr>
              <w:t>Przetwarzanie danych osobowych w administracji publicznej.</w:t>
            </w:r>
          </w:p>
        </w:tc>
      </w:tr>
      <w:tr w:rsidR="009A7930" w:rsidRPr="00B6714B" w14:paraId="26F4C6E2" w14:textId="77777777" w:rsidTr="00B97611">
        <w:tc>
          <w:tcPr>
            <w:tcW w:w="9491" w:type="dxa"/>
          </w:tcPr>
          <w:p w14:paraId="19B09946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Obieg dokumentów. Systemy kancelaryjne.</w:t>
            </w:r>
          </w:p>
        </w:tc>
      </w:tr>
      <w:tr w:rsidR="009A7930" w:rsidRPr="00B6714B" w14:paraId="6BCB989B" w14:textId="77777777" w:rsidTr="00B97611">
        <w:tc>
          <w:tcPr>
            <w:tcW w:w="9491" w:type="dxa"/>
          </w:tcPr>
          <w:p w14:paraId="177E8546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Wykonywanie czynności kancelaryjnych w urzędzie.</w:t>
            </w:r>
          </w:p>
        </w:tc>
      </w:tr>
      <w:tr w:rsidR="009A7930" w:rsidRPr="00B6714B" w14:paraId="30F528FA" w14:textId="77777777" w:rsidTr="00B97611">
        <w:tc>
          <w:tcPr>
            <w:tcW w:w="9491" w:type="dxa"/>
          </w:tcPr>
          <w:p w14:paraId="7CAA6BC4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Pisma urzędowe i zasady sporządzania, język urzędowy.</w:t>
            </w:r>
          </w:p>
        </w:tc>
      </w:tr>
      <w:tr w:rsidR="009A7930" w:rsidRPr="00B6714B" w14:paraId="3A65E7AC" w14:textId="77777777" w:rsidTr="00B97611">
        <w:tc>
          <w:tcPr>
            <w:tcW w:w="9491" w:type="dxa"/>
          </w:tcPr>
          <w:p w14:paraId="4831D284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Archiwizacja dokumentacji urzędowej.</w:t>
            </w:r>
          </w:p>
        </w:tc>
      </w:tr>
      <w:tr w:rsidR="009A7930" w:rsidRPr="00B6714B" w14:paraId="2143CE47" w14:textId="77777777" w:rsidTr="00B97611">
        <w:tc>
          <w:tcPr>
            <w:tcW w:w="9491" w:type="dxa"/>
          </w:tcPr>
          <w:p w14:paraId="72758387" w14:textId="77777777" w:rsidR="009A7930" w:rsidRPr="009A7930" w:rsidRDefault="009A7930" w:rsidP="00B976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Jawność działania administracji, dostęp do informacji publicznej.</w:t>
            </w:r>
          </w:p>
        </w:tc>
      </w:tr>
      <w:tr w:rsidR="009A7930" w:rsidRPr="00B6714B" w14:paraId="49BFF6E0" w14:textId="77777777" w:rsidTr="00B97611">
        <w:tc>
          <w:tcPr>
            <w:tcW w:w="9491" w:type="dxa"/>
          </w:tcPr>
          <w:p w14:paraId="414D3390" w14:textId="77777777" w:rsidR="009A7930" w:rsidRPr="009A7930" w:rsidRDefault="009A7930" w:rsidP="00B976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Komunikacja w administracji :zewnętrzna (proces komunikacji, bariery, zasady komunikacji z obywatelem)</w:t>
            </w:r>
          </w:p>
        </w:tc>
      </w:tr>
      <w:tr w:rsidR="009A7930" w:rsidRPr="00B6714B" w14:paraId="08F656FC" w14:textId="77777777" w:rsidTr="00B97611">
        <w:tc>
          <w:tcPr>
            <w:tcW w:w="9491" w:type="dxa"/>
          </w:tcPr>
          <w:p w14:paraId="646EC7DD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Komunikacja wewnątrz instytucji – kanały komunikacyjne, uczestnicy, komunikacja formalna i nieformalna.</w:t>
            </w:r>
          </w:p>
        </w:tc>
      </w:tr>
      <w:tr w:rsidR="009A7930" w:rsidRPr="00B6714B" w14:paraId="0A817E07" w14:textId="77777777" w:rsidTr="00B97611">
        <w:tc>
          <w:tcPr>
            <w:tcW w:w="9491" w:type="dxa"/>
          </w:tcPr>
          <w:p w14:paraId="6D73B206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Wykorzystanie informacji i technologii informacyjnych.  Internet jako narzędzie komunikacji instytucji z otoczeniem. Praca zdalna.</w:t>
            </w:r>
          </w:p>
        </w:tc>
      </w:tr>
      <w:tr w:rsidR="009A7930" w:rsidRPr="00B6714B" w14:paraId="56E7AC59" w14:textId="77777777" w:rsidTr="00B97611">
        <w:tc>
          <w:tcPr>
            <w:tcW w:w="9491" w:type="dxa"/>
          </w:tcPr>
          <w:p w14:paraId="24CC911C" w14:textId="77777777" w:rsidR="009A7930" w:rsidRPr="009A7930" w:rsidRDefault="009A7930" w:rsidP="00B976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930">
              <w:rPr>
                <w:rFonts w:ascii="Corbel" w:hAnsi="Corbel"/>
                <w:sz w:val="24"/>
                <w:szCs w:val="24"/>
              </w:rPr>
              <w:t>Elektroniczna administracja. E-urząd. E-usługi.</w:t>
            </w:r>
          </w:p>
        </w:tc>
      </w:tr>
    </w:tbl>
    <w:p w14:paraId="64BA731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77ED63" w14:textId="79B33B30" w:rsidR="009A7930" w:rsidRPr="0095456D" w:rsidRDefault="0095456D" w:rsidP="0095456D">
      <w:pPr>
        <w:pStyle w:val="Punktygwne"/>
        <w:ind w:left="798"/>
        <w:jc w:val="both"/>
        <w:rPr>
          <w:rFonts w:ascii="Corbel" w:hAnsi="Corbel"/>
          <w:b w:val="0"/>
          <w:bCs/>
          <w:iCs/>
          <w:smallCaps w:val="0"/>
          <w:szCs w:val="24"/>
        </w:rPr>
      </w:pPr>
      <w:r>
        <w:rPr>
          <w:rFonts w:ascii="Corbel" w:hAnsi="Corbel"/>
          <w:b w:val="0"/>
          <w:bCs/>
          <w:iCs/>
          <w:smallCaps w:val="0"/>
          <w:szCs w:val="24"/>
        </w:rPr>
        <w:t>K</w:t>
      </w:r>
      <w:r w:rsidR="00D460C2" w:rsidRPr="0095456D">
        <w:rPr>
          <w:rFonts w:ascii="Corbel" w:hAnsi="Corbel"/>
          <w:b w:val="0"/>
          <w:bCs/>
          <w:iCs/>
          <w:smallCaps w:val="0"/>
          <w:szCs w:val="24"/>
        </w:rPr>
        <w:t>onwersatorium</w:t>
      </w:r>
      <w:r w:rsidR="004C6787" w:rsidRPr="0095456D">
        <w:rPr>
          <w:rFonts w:ascii="Corbel" w:hAnsi="Corbel"/>
          <w:b w:val="0"/>
          <w:bCs/>
          <w:iCs/>
          <w:smallCaps w:val="0"/>
          <w:szCs w:val="24"/>
        </w:rPr>
        <w:t xml:space="preserve">: </w:t>
      </w:r>
      <w:r w:rsidR="00AF1EBE" w:rsidRPr="0095456D">
        <w:rPr>
          <w:rFonts w:ascii="Corbel" w:hAnsi="Corbel"/>
          <w:b w:val="0"/>
          <w:bCs/>
          <w:iCs/>
          <w:smallCaps w:val="0"/>
          <w:szCs w:val="24"/>
        </w:rPr>
        <w:t>analiza tekstów z dyskusją, metoda projektów (prezentacja multimedialna/referat), praca w grupach (rozwiązywanie zadań, dyskusja)</w:t>
      </w:r>
      <w:r w:rsidR="00D51D47" w:rsidRPr="0095456D">
        <w:rPr>
          <w:rFonts w:ascii="Corbel" w:hAnsi="Corbel"/>
          <w:b w:val="0"/>
          <w:bCs/>
          <w:iCs/>
          <w:smallCaps w:val="0"/>
          <w:szCs w:val="24"/>
        </w:rPr>
        <w:t>.</w:t>
      </w:r>
      <w:r w:rsidR="009A7930" w:rsidRPr="0095456D">
        <w:rPr>
          <w:rFonts w:ascii="Corbel" w:hAnsi="Corbel"/>
          <w:b w:val="0"/>
          <w:bCs/>
          <w:iCs/>
          <w:smallCaps w:val="0"/>
          <w:szCs w:val="24"/>
        </w:rPr>
        <w:t xml:space="preserve"> metody samodzielnego dochodzenia do wiedzy: metoda problemowa, metoda przypadków, metoda sytuacyjna.</w:t>
      </w:r>
    </w:p>
    <w:p w14:paraId="5D9CF13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B93488" w14:textId="77777777" w:rsidR="0095456D" w:rsidRDefault="0095456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2D31172" w14:textId="6BF297DF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C05F44">
        <w:tc>
          <w:tcPr>
            <w:tcW w:w="1985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1B1A51" w14:textId="77777777" w:rsidR="0085747A" w:rsidRPr="009C54AE" w:rsidRDefault="00F974DA" w:rsidP="00696F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696F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BBCCA3" w14:textId="27784777" w:rsidR="00923D7D" w:rsidRPr="009C54AE" w:rsidRDefault="0085747A" w:rsidP="00696F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FA668D2" w14:textId="77777777" w:rsidR="0085747A" w:rsidRPr="009C54AE" w:rsidRDefault="0085747A" w:rsidP="00696F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6B660F6" w14:textId="77777777" w:rsidTr="0095456D">
        <w:trPr>
          <w:trHeight w:val="397"/>
        </w:trPr>
        <w:tc>
          <w:tcPr>
            <w:tcW w:w="1985" w:type="dxa"/>
            <w:vAlign w:val="center"/>
          </w:tcPr>
          <w:p w14:paraId="3F398286" w14:textId="0CE93E62" w:rsidR="0085747A" w:rsidRPr="0095456D" w:rsidRDefault="0095456D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1C511A5C" w14:textId="0F26FA05" w:rsidR="0085747A" w:rsidRPr="0095456D" w:rsidRDefault="00D20863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1714DE" w:rsidRPr="0095456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5456D">
              <w:rPr>
                <w:rFonts w:ascii="Corbel" w:hAnsi="Corbel"/>
                <w:b w:val="0"/>
                <w:smallCaps w:val="0"/>
                <w:szCs w:val="24"/>
              </w:rPr>
              <w:t>wium,</w:t>
            </w:r>
          </w:p>
        </w:tc>
        <w:tc>
          <w:tcPr>
            <w:tcW w:w="2126" w:type="dxa"/>
            <w:vAlign w:val="center"/>
          </w:tcPr>
          <w:p w14:paraId="6E6D006E" w14:textId="5436EA9E" w:rsidR="0085747A" w:rsidRPr="0095456D" w:rsidRDefault="006000DB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0B78EFC9" w14:textId="77777777" w:rsidTr="0095456D">
        <w:trPr>
          <w:trHeight w:val="397"/>
        </w:trPr>
        <w:tc>
          <w:tcPr>
            <w:tcW w:w="1985" w:type="dxa"/>
            <w:vAlign w:val="center"/>
          </w:tcPr>
          <w:p w14:paraId="7DB2B7DF" w14:textId="6B0AE8B3" w:rsidR="0085747A" w:rsidRPr="0095456D" w:rsidRDefault="0095456D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4C44E58A" w14:textId="65525852" w:rsidR="0085747A" w:rsidRPr="0095456D" w:rsidRDefault="007A3025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0A26BEF8" w14:textId="0D8444B0" w:rsidR="0085747A" w:rsidRPr="0095456D" w:rsidRDefault="006000DB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714DE" w:rsidRPr="009C54AE" w14:paraId="49D732E6" w14:textId="77777777" w:rsidTr="0095456D">
        <w:trPr>
          <w:trHeight w:val="397"/>
        </w:trPr>
        <w:tc>
          <w:tcPr>
            <w:tcW w:w="1985" w:type="dxa"/>
            <w:vAlign w:val="center"/>
          </w:tcPr>
          <w:p w14:paraId="0BC2104D" w14:textId="1C8E1696" w:rsidR="001714DE" w:rsidRPr="0095456D" w:rsidRDefault="0095456D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2EF806C8" w14:textId="71458ABB" w:rsidR="001714DE" w:rsidRPr="0095456D" w:rsidRDefault="0095456D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116DA" w:rsidRPr="0095456D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AB5F11" w:rsidRPr="0095456D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26" w:type="dxa"/>
            <w:vAlign w:val="center"/>
          </w:tcPr>
          <w:p w14:paraId="7C28F1F5" w14:textId="31B6A9A9" w:rsidR="001714DE" w:rsidRPr="0095456D" w:rsidRDefault="006000DB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714DE" w:rsidRPr="009C54AE" w14:paraId="33001785" w14:textId="77777777" w:rsidTr="0095456D">
        <w:trPr>
          <w:trHeight w:val="397"/>
        </w:trPr>
        <w:tc>
          <w:tcPr>
            <w:tcW w:w="1985" w:type="dxa"/>
            <w:vAlign w:val="center"/>
          </w:tcPr>
          <w:p w14:paraId="2381FABB" w14:textId="12054034" w:rsidR="001714DE" w:rsidRPr="0095456D" w:rsidRDefault="0095456D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4C7CA6AF" w14:textId="483C87CB" w:rsidR="001714DE" w:rsidRPr="0095456D" w:rsidRDefault="0095456D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116DA" w:rsidRPr="0095456D">
              <w:rPr>
                <w:rFonts w:ascii="Corbel" w:hAnsi="Corbel"/>
                <w:b w:val="0"/>
                <w:smallCaps w:val="0"/>
                <w:szCs w:val="24"/>
              </w:rPr>
              <w:t>bserwacja w trakcie zajęć, praca w grupie</w:t>
            </w:r>
            <w:r w:rsidR="00AB5F11" w:rsidRPr="0095456D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26" w:type="dxa"/>
            <w:vAlign w:val="center"/>
          </w:tcPr>
          <w:p w14:paraId="65135DBD" w14:textId="71D50146" w:rsidR="001714DE" w:rsidRPr="0095456D" w:rsidRDefault="006000DB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6931" w:rsidRPr="009C54AE" w14:paraId="41F8B16F" w14:textId="77777777" w:rsidTr="0095456D">
        <w:trPr>
          <w:trHeight w:val="397"/>
        </w:trPr>
        <w:tc>
          <w:tcPr>
            <w:tcW w:w="1985" w:type="dxa"/>
            <w:vAlign w:val="center"/>
          </w:tcPr>
          <w:p w14:paraId="114B4EAF" w14:textId="6E7CB7D8" w:rsidR="00386931" w:rsidRPr="0095456D" w:rsidRDefault="0095456D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111651E4" w14:textId="61F7F9D6" w:rsidR="00386931" w:rsidRPr="0095456D" w:rsidRDefault="00B148BA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205041CA" w14:textId="4C5A5F18" w:rsidR="00386931" w:rsidRPr="0095456D" w:rsidRDefault="006000DB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6931" w:rsidRPr="009C54AE" w14:paraId="10BCC787" w14:textId="77777777" w:rsidTr="0095456D">
        <w:trPr>
          <w:trHeight w:val="397"/>
        </w:trPr>
        <w:tc>
          <w:tcPr>
            <w:tcW w:w="1985" w:type="dxa"/>
            <w:vAlign w:val="center"/>
          </w:tcPr>
          <w:p w14:paraId="514AA2F8" w14:textId="41A5D912" w:rsidR="00386931" w:rsidRPr="0095456D" w:rsidRDefault="0095456D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375AD923" w14:textId="0138738B" w:rsidR="00386931" w:rsidRPr="0095456D" w:rsidRDefault="00B148BA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3348F3C6" w14:textId="69F9F392" w:rsidR="00386931" w:rsidRPr="0095456D" w:rsidRDefault="006000DB" w:rsidP="00954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545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320436AC">
        <w:tc>
          <w:tcPr>
            <w:tcW w:w="9670" w:type="dxa"/>
          </w:tcPr>
          <w:p w14:paraId="4936FF8E" w14:textId="0D181FAA" w:rsidR="00D0186E" w:rsidRDefault="4DAC1952" w:rsidP="0095456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</w:rPr>
            </w:pPr>
            <w:r w:rsidRPr="320436AC">
              <w:rPr>
                <w:rFonts w:ascii="Corbel" w:hAnsi="Corbel"/>
                <w:b w:val="0"/>
                <w:smallCaps w:val="0"/>
              </w:rPr>
              <w:t>Konwersatorium</w:t>
            </w:r>
            <w:r w:rsidR="50BAD07F" w:rsidRPr="320436AC">
              <w:rPr>
                <w:rFonts w:ascii="Corbel" w:hAnsi="Corbel"/>
                <w:b w:val="0"/>
                <w:smallCaps w:val="0"/>
              </w:rPr>
              <w:t>: kolokwium zaliczeniowe (do uzyskania oceny pozytywnej wymagane jest osiągnięcie minimum 50% poprawnych odpowiedzi), aktywność na zajęciach, obecność na zajęciach</w:t>
            </w:r>
            <w:r w:rsidR="6359D139" w:rsidRPr="320436AC">
              <w:rPr>
                <w:rFonts w:ascii="Corbel" w:hAnsi="Corbel"/>
                <w:b w:val="0"/>
                <w:smallCaps w:val="0"/>
              </w:rPr>
              <w:t>, przygotowanie prezentacji/projektu.</w:t>
            </w:r>
          </w:p>
          <w:p w14:paraId="62DEA492" w14:textId="0FDC811B" w:rsidR="0085747A" w:rsidRPr="009C54AE" w:rsidRDefault="0025575A" w:rsidP="0095456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25575A">
              <w:rPr>
                <w:rFonts w:ascii="Corbel" w:hAnsi="Corbel"/>
                <w:b w:val="0"/>
                <w:smallCaps w:val="0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5C4F11B" w14:textId="77777777" w:rsidTr="0095456D">
        <w:tc>
          <w:tcPr>
            <w:tcW w:w="513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5456D">
        <w:tc>
          <w:tcPr>
            <w:tcW w:w="5132" w:type="dxa"/>
          </w:tcPr>
          <w:p w14:paraId="5F625A5F" w14:textId="776AFC5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0436AC">
              <w:rPr>
                <w:rFonts w:ascii="Corbel" w:hAnsi="Corbel"/>
                <w:sz w:val="24"/>
                <w:szCs w:val="24"/>
              </w:rPr>
              <w:t>G</w:t>
            </w:r>
            <w:r w:rsidR="0085747A" w:rsidRPr="320436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397CB775" w:rsidRPr="320436AC">
              <w:rPr>
                <w:rFonts w:ascii="Corbel" w:hAnsi="Corbel"/>
                <w:sz w:val="24"/>
                <w:szCs w:val="24"/>
              </w:rPr>
              <w:t>z </w:t>
            </w:r>
            <w:r w:rsidR="51942DEF" w:rsidRPr="320436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320436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5B31C5E0" w14:textId="35FD3776" w:rsidR="0085747A" w:rsidRPr="009C54AE" w:rsidRDefault="00115E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B91E891" w14:textId="77777777" w:rsidTr="0095456D">
        <w:tc>
          <w:tcPr>
            <w:tcW w:w="513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91952FF" w14:textId="2D560376" w:rsidR="00C61DC5" w:rsidRPr="009C54AE" w:rsidRDefault="00175A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5E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BAFCB9E" w14:textId="77777777" w:rsidTr="0095456D">
        <w:tc>
          <w:tcPr>
            <w:tcW w:w="513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94EB62E" w14:textId="583FE644" w:rsidR="00C61DC5" w:rsidRPr="009C54AE" w:rsidRDefault="00175A14" w:rsidP="00F21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5456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FC2E487" w14:textId="77777777" w:rsidTr="0095456D">
        <w:trPr>
          <w:trHeight w:val="323"/>
        </w:trPr>
        <w:tc>
          <w:tcPr>
            <w:tcW w:w="513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CC6554A" w14:textId="0505D353" w:rsidR="0085747A" w:rsidRPr="009C54AE" w:rsidRDefault="00110896" w:rsidP="00F21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95456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C217F1C" w14:textId="77777777" w:rsidTr="0095456D">
        <w:trPr>
          <w:trHeight w:val="338"/>
        </w:trPr>
        <w:tc>
          <w:tcPr>
            <w:tcW w:w="513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FB19EAE" w14:textId="173D6FC1" w:rsidR="0085747A" w:rsidRPr="009C54AE" w:rsidRDefault="00115E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61F6C" w14:textId="77777777" w:rsidR="0085747A" w:rsidRPr="009C54AE" w:rsidRDefault="00923D7D" w:rsidP="0095456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3070EE6E" w14:textId="77777777" w:rsidTr="0095456D">
        <w:trPr>
          <w:trHeight w:val="397"/>
        </w:trPr>
        <w:tc>
          <w:tcPr>
            <w:tcW w:w="3856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613E5C89" w14:textId="3C1A96A2" w:rsidR="0085747A" w:rsidRPr="009C54AE" w:rsidRDefault="2EFB5FE2" w:rsidP="320436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20436A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55285888" w14:textId="77777777" w:rsidTr="0095456D">
        <w:trPr>
          <w:trHeight w:val="397"/>
        </w:trPr>
        <w:tc>
          <w:tcPr>
            <w:tcW w:w="3856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60F5478" w14:textId="1FE1221C" w:rsidR="0085747A" w:rsidRPr="009C54AE" w:rsidRDefault="095B2289" w:rsidP="320436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0436A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D304D" w14:textId="77777777" w:rsidR="0095456D" w:rsidRDefault="0095456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D0762CE" w14:textId="77777777" w:rsidR="0095456D" w:rsidRPr="009C54AE" w:rsidRDefault="0095456D" w:rsidP="0095456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F663D2C" w14:textId="77777777" w:rsidR="0095456D" w:rsidRPr="009C54AE" w:rsidRDefault="0095456D" w:rsidP="0095456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456D" w:rsidRPr="009C54AE" w14:paraId="04261B41" w14:textId="77777777" w:rsidTr="003527D2">
        <w:trPr>
          <w:trHeight w:val="397"/>
        </w:trPr>
        <w:tc>
          <w:tcPr>
            <w:tcW w:w="7513" w:type="dxa"/>
          </w:tcPr>
          <w:p w14:paraId="50458DA3" w14:textId="77777777" w:rsidR="0095456D" w:rsidRPr="00DE1E1C" w:rsidRDefault="0095456D" w:rsidP="003527D2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DE1E1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7577917" w14:textId="77777777" w:rsidR="0095456D" w:rsidRPr="00DE1E1C" w:rsidRDefault="0095456D" w:rsidP="0095456D">
            <w:pPr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Barczewska-Dziobek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 xml:space="preserve">(red), </w:t>
            </w:r>
            <w:r w:rsidRPr="002C683C">
              <w:rPr>
                <w:rFonts w:ascii="Corbel" w:eastAsia="Cambria" w:hAnsi="Corbel"/>
                <w:i/>
                <w:sz w:val="24"/>
                <w:szCs w:val="24"/>
              </w:rPr>
              <w:t>Podstawy organizacji pracy w urzędzie administracji publicznej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>, Wydawnictwo Uniwersytetu Rzeszowskiego, Rzeszów 2025</w:t>
            </w:r>
          </w:p>
          <w:p w14:paraId="11CD16CA" w14:textId="77777777" w:rsidR="0095456D" w:rsidRPr="00DE1E1C" w:rsidRDefault="0095456D" w:rsidP="0095456D">
            <w:pPr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Barczewska-Dziobek, M. Bosak, K. Kłosowska-Lasek,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br/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Biurotechnika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w administracji publicznej,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Rzeszów 2012.</w:t>
            </w:r>
          </w:p>
          <w:p w14:paraId="03EFF60A" w14:textId="77777777" w:rsidR="0095456D" w:rsidRPr="00DE1E1C" w:rsidRDefault="0095456D" w:rsidP="0095456D">
            <w:pPr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E. Mitura (red),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Organizacja pracy biurowej,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Difin</w:t>
            </w:r>
            <w:proofErr w:type="spellEnd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2013.</w:t>
            </w:r>
          </w:p>
          <w:p w14:paraId="27BE8905" w14:textId="77777777" w:rsidR="0095456D" w:rsidRPr="00DE1E1C" w:rsidRDefault="0095456D" w:rsidP="0095456D">
            <w:pPr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E. Stefaniak-Piasek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Technika pracy biurowej, </w:t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Cz.II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Warszawa 2007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.</w:t>
            </w:r>
          </w:p>
          <w:p w14:paraId="539B3ECF" w14:textId="77777777" w:rsidR="0095456D" w:rsidRPr="0015771B" w:rsidRDefault="0095456D" w:rsidP="009545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15771B">
              <w:rPr>
                <w:rFonts w:ascii="Corbel" w:hAnsi="Corbel"/>
                <w:sz w:val="24"/>
                <w:szCs w:val="24"/>
              </w:rPr>
              <w:t xml:space="preserve">B. Dobek-Ostrowska, </w:t>
            </w:r>
            <w:r w:rsidRPr="00385F04">
              <w:rPr>
                <w:rFonts w:ascii="Corbel" w:hAnsi="Corbel"/>
                <w:i/>
                <w:iCs/>
                <w:sz w:val="24"/>
                <w:szCs w:val="24"/>
              </w:rPr>
              <w:t>Komunikowanie polityczne i publiczne</w:t>
            </w:r>
            <w:r w:rsidRPr="0015771B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05C57BAC" w14:textId="77777777" w:rsidR="0095456D" w:rsidRPr="0015771B" w:rsidRDefault="0095456D" w:rsidP="0095456D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left="33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730A7F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Florczak i in.(red.), </w:t>
            </w:r>
            <w:r w:rsidRPr="730A7F4B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Dokumentacja pracownicza,</w:t>
            </w:r>
            <w:r w:rsidRPr="730A7F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Wolters Kluwer, Warszawa 2019.</w:t>
            </w:r>
          </w:p>
        </w:tc>
      </w:tr>
      <w:tr w:rsidR="0095456D" w:rsidRPr="009C54AE" w14:paraId="6F86F99C" w14:textId="77777777" w:rsidTr="003527D2">
        <w:trPr>
          <w:trHeight w:val="397"/>
        </w:trPr>
        <w:tc>
          <w:tcPr>
            <w:tcW w:w="7513" w:type="dxa"/>
          </w:tcPr>
          <w:p w14:paraId="44F02EB5" w14:textId="77777777" w:rsidR="0095456D" w:rsidRPr="00DE1E1C" w:rsidRDefault="0095456D" w:rsidP="003527D2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DE1E1C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D3CA208" w14:textId="77777777" w:rsidR="0095456D" w:rsidRPr="00733A4E" w:rsidRDefault="0095456D" w:rsidP="0095456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A.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Burcicka</w:t>
            </w:r>
            <w:proofErr w:type="spellEnd"/>
            <w:r w:rsidRPr="00730B73">
              <w:rPr>
                <w:rFonts w:ascii="Corbel" w:eastAsia="Cambria" w:hAnsi="Corbel"/>
                <w:i/>
                <w:sz w:val="24"/>
                <w:szCs w:val="24"/>
              </w:rPr>
              <w:t xml:space="preserve">, Praca biurowa i korespondencja,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Ekonomik, 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br/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Warszawa 2020.</w:t>
            </w:r>
          </w:p>
          <w:p w14:paraId="2A20E34D" w14:textId="77777777" w:rsidR="0095456D" w:rsidRPr="00DE1E1C" w:rsidRDefault="0095456D" w:rsidP="0095456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K. Serafin</w:t>
            </w:r>
            <w:r w:rsidRPr="0009553A">
              <w:rPr>
                <w:rFonts w:ascii="Corbel" w:eastAsia="Cambria" w:hAnsi="Corbel"/>
                <w:i/>
                <w:sz w:val="24"/>
                <w:szCs w:val="24"/>
              </w:rPr>
              <w:t xml:space="preserve">, Skuteczna komunikacja w podmiotach administracji publicznej,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Studia Ekonomiczne 2013 | 141 |, 136-151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.</w:t>
            </w:r>
          </w:p>
          <w:p w14:paraId="4ABCC502" w14:textId="77777777" w:rsidR="0095456D" w:rsidRPr="00DE1E1C" w:rsidRDefault="0095456D" w:rsidP="0095456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Komosa,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Praca biurowa. Zasady korespondencji. Profesjonalny pracownik w biurze,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Warszawa 2003.</w:t>
            </w:r>
          </w:p>
          <w:p w14:paraId="46DEB4DE" w14:textId="77777777" w:rsidR="0095456D" w:rsidRPr="00DE1E1C" w:rsidRDefault="0095456D" w:rsidP="0095456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B. Urbanowicz,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Wpływ teorii organizacji pracy na przestrzeń biurową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Architecturae</w:t>
            </w:r>
            <w:proofErr w:type="spellEnd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et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Artibus</w:t>
            </w:r>
            <w:proofErr w:type="spellEnd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2011 | Vol. 3, no. 4, s. 52-65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>.</w:t>
            </w:r>
          </w:p>
          <w:p w14:paraId="68CD8C00" w14:textId="77777777" w:rsidR="0095456D" w:rsidRPr="00DE1E1C" w:rsidRDefault="0095456D" w:rsidP="0095456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I.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Kienzler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Biuro i korespondencja,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Gdynia 2001.</w:t>
            </w:r>
          </w:p>
          <w:p w14:paraId="3080D6A9" w14:textId="77777777" w:rsidR="0095456D" w:rsidRPr="007156CD" w:rsidRDefault="0095456D" w:rsidP="0095456D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323" w:hanging="357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E. J. Witek,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Technika biurowa. Podręcznik z tematyką ćwiczeń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wyd. 3, Poznań 2008.</w:t>
            </w:r>
          </w:p>
          <w:p w14:paraId="59B7D222" w14:textId="77777777" w:rsidR="0095456D" w:rsidRPr="007156CD" w:rsidRDefault="0095456D" w:rsidP="0095456D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323" w:hanging="357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Kienzler</w:t>
            </w:r>
            <w:proofErr w:type="spellEnd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Biuro i korespondencja. Wzory rozmów telefonicznych i pism w języku polskim, angielskim i niemieckim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Gdynia 2001.</w:t>
            </w:r>
          </w:p>
          <w:p w14:paraId="7C0539CA" w14:textId="77777777" w:rsidR="0095456D" w:rsidRPr="0009553A" w:rsidRDefault="0095456D" w:rsidP="0095456D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spacing w:after="120" w:line="240" w:lineRule="auto"/>
              <w:ind w:left="323" w:hanging="357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J. Jędrzejczak,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Profesjonalna obsługa klienta w urzędzie. Poradnik dobrych praktyk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Pr="008F3D7B">
              <w:rPr>
                <w:rFonts w:ascii="Corbel" w:eastAsia="Cambria" w:hAnsi="Corbel"/>
                <w:spacing w:val="-4"/>
                <w:sz w:val="24"/>
                <w:szCs w:val="24"/>
              </w:rPr>
              <w:t>Wydawnictwo ODDK</w:t>
            </w:r>
            <w:r>
              <w:rPr>
                <w:rFonts w:ascii="Corbel" w:eastAsia="Cambria" w:hAnsi="Corbel"/>
                <w:spacing w:val="-4"/>
                <w:sz w:val="24"/>
                <w:szCs w:val="24"/>
              </w:rPr>
              <w:t>, 2011.</w:t>
            </w:r>
          </w:p>
        </w:tc>
      </w:tr>
    </w:tbl>
    <w:p w14:paraId="2822BFFF" w14:textId="77777777" w:rsidR="0095456D" w:rsidRPr="009C54AE" w:rsidRDefault="0095456D" w:rsidP="0095456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C776C" w14:textId="77777777" w:rsidR="00B31B07" w:rsidRDefault="00B31B07" w:rsidP="00C16ABF">
      <w:pPr>
        <w:spacing w:after="0" w:line="240" w:lineRule="auto"/>
      </w:pPr>
      <w:r>
        <w:separator/>
      </w:r>
    </w:p>
  </w:endnote>
  <w:endnote w:type="continuationSeparator" w:id="0">
    <w:p w14:paraId="793F723E" w14:textId="77777777" w:rsidR="00B31B07" w:rsidRDefault="00B31B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0F83E" w14:textId="77777777" w:rsidR="00B31B07" w:rsidRDefault="00B31B07" w:rsidP="00C16ABF">
      <w:pPr>
        <w:spacing w:after="0" w:line="240" w:lineRule="auto"/>
      </w:pPr>
      <w:r>
        <w:separator/>
      </w:r>
    </w:p>
  </w:footnote>
  <w:footnote w:type="continuationSeparator" w:id="0">
    <w:p w14:paraId="30427272" w14:textId="77777777" w:rsidR="00B31B07" w:rsidRDefault="00B31B07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55892"/>
    <w:multiLevelType w:val="hybridMultilevel"/>
    <w:tmpl w:val="EF84658A"/>
    <w:lvl w:ilvl="0" w:tplc="2A0C59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C84954"/>
    <w:multiLevelType w:val="hybridMultilevel"/>
    <w:tmpl w:val="D0B66CB6"/>
    <w:lvl w:ilvl="0" w:tplc="2A0C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E39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4D1271"/>
    <w:multiLevelType w:val="hybridMultilevel"/>
    <w:tmpl w:val="BB80C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608180">
    <w:abstractNumId w:val="0"/>
  </w:num>
  <w:num w:numId="2" w16cid:durableId="833570221">
    <w:abstractNumId w:val="4"/>
  </w:num>
  <w:num w:numId="3" w16cid:durableId="906769931">
    <w:abstractNumId w:val="2"/>
  </w:num>
  <w:num w:numId="4" w16cid:durableId="1459955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48401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DA"/>
    <w:rsid w:val="00015B8F"/>
    <w:rsid w:val="00022ECE"/>
    <w:rsid w:val="00042A51"/>
    <w:rsid w:val="00042D2E"/>
    <w:rsid w:val="00044C82"/>
    <w:rsid w:val="00070ED6"/>
    <w:rsid w:val="00071105"/>
    <w:rsid w:val="000742DC"/>
    <w:rsid w:val="00084C12"/>
    <w:rsid w:val="0009462C"/>
    <w:rsid w:val="00094B12"/>
    <w:rsid w:val="0009553A"/>
    <w:rsid w:val="00096C46"/>
    <w:rsid w:val="000A1422"/>
    <w:rsid w:val="000A296F"/>
    <w:rsid w:val="000A2A28"/>
    <w:rsid w:val="000A3CDF"/>
    <w:rsid w:val="000A6DBB"/>
    <w:rsid w:val="000B192D"/>
    <w:rsid w:val="000B28EE"/>
    <w:rsid w:val="000B3E37"/>
    <w:rsid w:val="000B54CD"/>
    <w:rsid w:val="000D04B0"/>
    <w:rsid w:val="000E39BC"/>
    <w:rsid w:val="000F1C57"/>
    <w:rsid w:val="000F5615"/>
    <w:rsid w:val="00102111"/>
    <w:rsid w:val="00110896"/>
    <w:rsid w:val="00115EDC"/>
    <w:rsid w:val="00124BFF"/>
    <w:rsid w:val="0012560E"/>
    <w:rsid w:val="00126FE3"/>
    <w:rsid w:val="00127108"/>
    <w:rsid w:val="00134B13"/>
    <w:rsid w:val="00146BC0"/>
    <w:rsid w:val="00153C41"/>
    <w:rsid w:val="00154381"/>
    <w:rsid w:val="0015771B"/>
    <w:rsid w:val="001640A7"/>
    <w:rsid w:val="00164FA7"/>
    <w:rsid w:val="00166A03"/>
    <w:rsid w:val="00170EE9"/>
    <w:rsid w:val="001714DE"/>
    <w:rsid w:val="001718A7"/>
    <w:rsid w:val="001737CF"/>
    <w:rsid w:val="001756A7"/>
    <w:rsid w:val="00175A14"/>
    <w:rsid w:val="00176083"/>
    <w:rsid w:val="00177FDB"/>
    <w:rsid w:val="00192F37"/>
    <w:rsid w:val="001A70D2"/>
    <w:rsid w:val="001A741A"/>
    <w:rsid w:val="001C157D"/>
    <w:rsid w:val="001C6DB5"/>
    <w:rsid w:val="001D035F"/>
    <w:rsid w:val="001D657B"/>
    <w:rsid w:val="001D7B54"/>
    <w:rsid w:val="001E0209"/>
    <w:rsid w:val="001E4FAF"/>
    <w:rsid w:val="001E7D97"/>
    <w:rsid w:val="001F2CA2"/>
    <w:rsid w:val="002144C0"/>
    <w:rsid w:val="0022477D"/>
    <w:rsid w:val="002278A9"/>
    <w:rsid w:val="00231D7E"/>
    <w:rsid w:val="002336F9"/>
    <w:rsid w:val="0024028F"/>
    <w:rsid w:val="00244ABC"/>
    <w:rsid w:val="0025575A"/>
    <w:rsid w:val="00265AC0"/>
    <w:rsid w:val="00270DD7"/>
    <w:rsid w:val="002731E5"/>
    <w:rsid w:val="00281FF2"/>
    <w:rsid w:val="002857DE"/>
    <w:rsid w:val="00287A88"/>
    <w:rsid w:val="00291567"/>
    <w:rsid w:val="00295068"/>
    <w:rsid w:val="002A0F21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3375"/>
    <w:rsid w:val="002D73D4"/>
    <w:rsid w:val="002F02A3"/>
    <w:rsid w:val="002F4915"/>
    <w:rsid w:val="002F4ABE"/>
    <w:rsid w:val="003015F7"/>
    <w:rsid w:val="003018BA"/>
    <w:rsid w:val="0030395F"/>
    <w:rsid w:val="00305C92"/>
    <w:rsid w:val="003151C5"/>
    <w:rsid w:val="00322088"/>
    <w:rsid w:val="003241B9"/>
    <w:rsid w:val="003343CF"/>
    <w:rsid w:val="00346FE9"/>
    <w:rsid w:val="0034759A"/>
    <w:rsid w:val="003503F6"/>
    <w:rsid w:val="00350E22"/>
    <w:rsid w:val="003530DD"/>
    <w:rsid w:val="00363F78"/>
    <w:rsid w:val="00386931"/>
    <w:rsid w:val="003A0A5B"/>
    <w:rsid w:val="003A1176"/>
    <w:rsid w:val="003C0BAE"/>
    <w:rsid w:val="003D18A9"/>
    <w:rsid w:val="003D6CE2"/>
    <w:rsid w:val="003E1941"/>
    <w:rsid w:val="003E2FE6"/>
    <w:rsid w:val="003E489D"/>
    <w:rsid w:val="003E49D5"/>
    <w:rsid w:val="003F205D"/>
    <w:rsid w:val="003F38C0"/>
    <w:rsid w:val="00405E02"/>
    <w:rsid w:val="00414E3C"/>
    <w:rsid w:val="0042244A"/>
    <w:rsid w:val="004237E4"/>
    <w:rsid w:val="0042745A"/>
    <w:rsid w:val="00431D5C"/>
    <w:rsid w:val="00432FAC"/>
    <w:rsid w:val="004335C5"/>
    <w:rsid w:val="004362C6"/>
    <w:rsid w:val="00437FA2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90F7D"/>
    <w:rsid w:val="00491678"/>
    <w:rsid w:val="004968E2"/>
    <w:rsid w:val="004A3EEA"/>
    <w:rsid w:val="004A4D1F"/>
    <w:rsid w:val="004C6787"/>
    <w:rsid w:val="004D288F"/>
    <w:rsid w:val="004D5282"/>
    <w:rsid w:val="004F1551"/>
    <w:rsid w:val="004F55A3"/>
    <w:rsid w:val="0050496F"/>
    <w:rsid w:val="005063DA"/>
    <w:rsid w:val="00513B6F"/>
    <w:rsid w:val="00517C63"/>
    <w:rsid w:val="00526C54"/>
    <w:rsid w:val="00535B6A"/>
    <w:rsid w:val="005363C4"/>
    <w:rsid w:val="00536BDE"/>
    <w:rsid w:val="00543ACC"/>
    <w:rsid w:val="00546276"/>
    <w:rsid w:val="00565A31"/>
    <w:rsid w:val="0056696D"/>
    <w:rsid w:val="0059484D"/>
    <w:rsid w:val="005A0855"/>
    <w:rsid w:val="005A133C"/>
    <w:rsid w:val="005A3196"/>
    <w:rsid w:val="005C080F"/>
    <w:rsid w:val="005C55E5"/>
    <w:rsid w:val="005C696A"/>
    <w:rsid w:val="005C7657"/>
    <w:rsid w:val="005D3EA0"/>
    <w:rsid w:val="005E6E85"/>
    <w:rsid w:val="005F31D2"/>
    <w:rsid w:val="006000DB"/>
    <w:rsid w:val="0061029B"/>
    <w:rsid w:val="00617230"/>
    <w:rsid w:val="006207E3"/>
    <w:rsid w:val="00621627"/>
    <w:rsid w:val="00621CE1"/>
    <w:rsid w:val="00627FC9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96FEF"/>
    <w:rsid w:val="006A31C1"/>
    <w:rsid w:val="006A355D"/>
    <w:rsid w:val="006D050F"/>
    <w:rsid w:val="006D6139"/>
    <w:rsid w:val="006E5D65"/>
    <w:rsid w:val="006F1282"/>
    <w:rsid w:val="006F1FBC"/>
    <w:rsid w:val="006F2AF8"/>
    <w:rsid w:val="006F31E2"/>
    <w:rsid w:val="0070042D"/>
    <w:rsid w:val="00706544"/>
    <w:rsid w:val="007072BA"/>
    <w:rsid w:val="0071620A"/>
    <w:rsid w:val="00724677"/>
    <w:rsid w:val="00725459"/>
    <w:rsid w:val="00730B73"/>
    <w:rsid w:val="007327BD"/>
    <w:rsid w:val="00734608"/>
    <w:rsid w:val="0074206D"/>
    <w:rsid w:val="00745302"/>
    <w:rsid w:val="007461D6"/>
    <w:rsid w:val="00746EC8"/>
    <w:rsid w:val="00763BF1"/>
    <w:rsid w:val="00766FD4"/>
    <w:rsid w:val="0078168C"/>
    <w:rsid w:val="00787C2A"/>
    <w:rsid w:val="00790E27"/>
    <w:rsid w:val="007A3025"/>
    <w:rsid w:val="007A4022"/>
    <w:rsid w:val="007A6E6E"/>
    <w:rsid w:val="007B5A0F"/>
    <w:rsid w:val="007C3299"/>
    <w:rsid w:val="007C3BCC"/>
    <w:rsid w:val="007C4546"/>
    <w:rsid w:val="007D6E56"/>
    <w:rsid w:val="007E27B4"/>
    <w:rsid w:val="007E4213"/>
    <w:rsid w:val="007F4155"/>
    <w:rsid w:val="00804579"/>
    <w:rsid w:val="0081554D"/>
    <w:rsid w:val="0081707E"/>
    <w:rsid w:val="0083334B"/>
    <w:rsid w:val="008449B3"/>
    <w:rsid w:val="00851C34"/>
    <w:rsid w:val="008552A2"/>
    <w:rsid w:val="0085747A"/>
    <w:rsid w:val="00884922"/>
    <w:rsid w:val="00885F64"/>
    <w:rsid w:val="00886B7F"/>
    <w:rsid w:val="008917F9"/>
    <w:rsid w:val="008A45F7"/>
    <w:rsid w:val="008B306C"/>
    <w:rsid w:val="008C0CC0"/>
    <w:rsid w:val="008C19A9"/>
    <w:rsid w:val="008C379D"/>
    <w:rsid w:val="008C507D"/>
    <w:rsid w:val="008C5147"/>
    <w:rsid w:val="008C5359"/>
    <w:rsid w:val="008C5363"/>
    <w:rsid w:val="008D0105"/>
    <w:rsid w:val="008D3DFB"/>
    <w:rsid w:val="008E64F4"/>
    <w:rsid w:val="008F12C9"/>
    <w:rsid w:val="008F6E29"/>
    <w:rsid w:val="00916188"/>
    <w:rsid w:val="00923D7D"/>
    <w:rsid w:val="009309BC"/>
    <w:rsid w:val="00937D22"/>
    <w:rsid w:val="0094097E"/>
    <w:rsid w:val="009508DF"/>
    <w:rsid w:val="00950DAC"/>
    <w:rsid w:val="0095456D"/>
    <w:rsid w:val="00954A07"/>
    <w:rsid w:val="00954A3B"/>
    <w:rsid w:val="009639F6"/>
    <w:rsid w:val="00982A61"/>
    <w:rsid w:val="00997F14"/>
    <w:rsid w:val="009A2F2E"/>
    <w:rsid w:val="009A78D9"/>
    <w:rsid w:val="009A7930"/>
    <w:rsid w:val="009C0FFC"/>
    <w:rsid w:val="009C3E31"/>
    <w:rsid w:val="009C54AE"/>
    <w:rsid w:val="009C788E"/>
    <w:rsid w:val="009D3F3B"/>
    <w:rsid w:val="009E0543"/>
    <w:rsid w:val="009E1531"/>
    <w:rsid w:val="009E3B41"/>
    <w:rsid w:val="009E556F"/>
    <w:rsid w:val="009E74FB"/>
    <w:rsid w:val="009F3C5C"/>
    <w:rsid w:val="009F4610"/>
    <w:rsid w:val="009F7F6B"/>
    <w:rsid w:val="00A00ECC"/>
    <w:rsid w:val="00A028F5"/>
    <w:rsid w:val="00A155EE"/>
    <w:rsid w:val="00A2245B"/>
    <w:rsid w:val="00A30110"/>
    <w:rsid w:val="00A32A00"/>
    <w:rsid w:val="00A36899"/>
    <w:rsid w:val="00A371F6"/>
    <w:rsid w:val="00A43BF6"/>
    <w:rsid w:val="00A53FA5"/>
    <w:rsid w:val="00A54817"/>
    <w:rsid w:val="00A601C8"/>
    <w:rsid w:val="00A60799"/>
    <w:rsid w:val="00A635D9"/>
    <w:rsid w:val="00A651D3"/>
    <w:rsid w:val="00A67744"/>
    <w:rsid w:val="00A70C07"/>
    <w:rsid w:val="00A84C85"/>
    <w:rsid w:val="00A93B67"/>
    <w:rsid w:val="00A97DE1"/>
    <w:rsid w:val="00AB053C"/>
    <w:rsid w:val="00AB5D9D"/>
    <w:rsid w:val="00AB5F11"/>
    <w:rsid w:val="00AD1146"/>
    <w:rsid w:val="00AD27D3"/>
    <w:rsid w:val="00AD66D6"/>
    <w:rsid w:val="00AE1160"/>
    <w:rsid w:val="00AE203C"/>
    <w:rsid w:val="00AE2E74"/>
    <w:rsid w:val="00AE5FCB"/>
    <w:rsid w:val="00AF1EBE"/>
    <w:rsid w:val="00AF22A4"/>
    <w:rsid w:val="00AF2C1E"/>
    <w:rsid w:val="00B06142"/>
    <w:rsid w:val="00B135B1"/>
    <w:rsid w:val="00B148BA"/>
    <w:rsid w:val="00B3130B"/>
    <w:rsid w:val="00B31B07"/>
    <w:rsid w:val="00B40ADB"/>
    <w:rsid w:val="00B43B77"/>
    <w:rsid w:val="00B43E80"/>
    <w:rsid w:val="00B5189F"/>
    <w:rsid w:val="00B607DB"/>
    <w:rsid w:val="00B66529"/>
    <w:rsid w:val="00B6714B"/>
    <w:rsid w:val="00B75946"/>
    <w:rsid w:val="00B80432"/>
    <w:rsid w:val="00B8056E"/>
    <w:rsid w:val="00B819C8"/>
    <w:rsid w:val="00B82308"/>
    <w:rsid w:val="00B90885"/>
    <w:rsid w:val="00B9587A"/>
    <w:rsid w:val="00BA1DC1"/>
    <w:rsid w:val="00BB520A"/>
    <w:rsid w:val="00BD1D9C"/>
    <w:rsid w:val="00BD3869"/>
    <w:rsid w:val="00BD66E9"/>
    <w:rsid w:val="00BD6FF4"/>
    <w:rsid w:val="00BF2C41"/>
    <w:rsid w:val="00BF654D"/>
    <w:rsid w:val="00C03192"/>
    <w:rsid w:val="00C058B4"/>
    <w:rsid w:val="00C05F44"/>
    <w:rsid w:val="00C06728"/>
    <w:rsid w:val="00C1280E"/>
    <w:rsid w:val="00C131B5"/>
    <w:rsid w:val="00C14C4F"/>
    <w:rsid w:val="00C16ABF"/>
    <w:rsid w:val="00C170AE"/>
    <w:rsid w:val="00C23D49"/>
    <w:rsid w:val="00C26CB7"/>
    <w:rsid w:val="00C324C1"/>
    <w:rsid w:val="00C351AE"/>
    <w:rsid w:val="00C36992"/>
    <w:rsid w:val="00C378FC"/>
    <w:rsid w:val="00C56036"/>
    <w:rsid w:val="00C60FE5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186E"/>
    <w:rsid w:val="00D02B25"/>
    <w:rsid w:val="00D02EBA"/>
    <w:rsid w:val="00D17C3C"/>
    <w:rsid w:val="00D20863"/>
    <w:rsid w:val="00D26B2C"/>
    <w:rsid w:val="00D32C52"/>
    <w:rsid w:val="00D352C9"/>
    <w:rsid w:val="00D37728"/>
    <w:rsid w:val="00D425B2"/>
    <w:rsid w:val="00D428D6"/>
    <w:rsid w:val="00D460C2"/>
    <w:rsid w:val="00D51D47"/>
    <w:rsid w:val="00D552B2"/>
    <w:rsid w:val="00D608D1"/>
    <w:rsid w:val="00D618F1"/>
    <w:rsid w:val="00D703D7"/>
    <w:rsid w:val="00D74119"/>
    <w:rsid w:val="00D8075B"/>
    <w:rsid w:val="00D8678B"/>
    <w:rsid w:val="00DA2114"/>
    <w:rsid w:val="00DC3011"/>
    <w:rsid w:val="00DD3B33"/>
    <w:rsid w:val="00DE09C0"/>
    <w:rsid w:val="00DE43C3"/>
    <w:rsid w:val="00DE4A14"/>
    <w:rsid w:val="00DF320D"/>
    <w:rsid w:val="00DF71C8"/>
    <w:rsid w:val="00E02B43"/>
    <w:rsid w:val="00E129B8"/>
    <w:rsid w:val="00E21E7D"/>
    <w:rsid w:val="00E22FBC"/>
    <w:rsid w:val="00E24BF5"/>
    <w:rsid w:val="00E25338"/>
    <w:rsid w:val="00E51E44"/>
    <w:rsid w:val="00E55EE3"/>
    <w:rsid w:val="00E63348"/>
    <w:rsid w:val="00E7269F"/>
    <w:rsid w:val="00E735E1"/>
    <w:rsid w:val="00E742AA"/>
    <w:rsid w:val="00E7454D"/>
    <w:rsid w:val="00E77E88"/>
    <w:rsid w:val="00E80636"/>
    <w:rsid w:val="00E8107D"/>
    <w:rsid w:val="00E960BB"/>
    <w:rsid w:val="00EA2074"/>
    <w:rsid w:val="00EA4832"/>
    <w:rsid w:val="00EA4E9D"/>
    <w:rsid w:val="00EB734F"/>
    <w:rsid w:val="00EC4899"/>
    <w:rsid w:val="00ED03AB"/>
    <w:rsid w:val="00ED32D2"/>
    <w:rsid w:val="00EE32DE"/>
    <w:rsid w:val="00EE5457"/>
    <w:rsid w:val="00F070AB"/>
    <w:rsid w:val="00F17567"/>
    <w:rsid w:val="00F21BE7"/>
    <w:rsid w:val="00F27A7B"/>
    <w:rsid w:val="00F45740"/>
    <w:rsid w:val="00F526AF"/>
    <w:rsid w:val="00F617C3"/>
    <w:rsid w:val="00F7066B"/>
    <w:rsid w:val="00F81D8A"/>
    <w:rsid w:val="00F83B28"/>
    <w:rsid w:val="00F877AB"/>
    <w:rsid w:val="00F974DA"/>
    <w:rsid w:val="00FA46E5"/>
    <w:rsid w:val="00FB6816"/>
    <w:rsid w:val="00FB7DBA"/>
    <w:rsid w:val="00FC1C25"/>
    <w:rsid w:val="00FC3F45"/>
    <w:rsid w:val="00FD055B"/>
    <w:rsid w:val="00FD503F"/>
    <w:rsid w:val="00FD7589"/>
    <w:rsid w:val="00FE3232"/>
    <w:rsid w:val="00FE5853"/>
    <w:rsid w:val="00FE7760"/>
    <w:rsid w:val="00FF016A"/>
    <w:rsid w:val="00FF1401"/>
    <w:rsid w:val="00FF5E7D"/>
    <w:rsid w:val="095B2289"/>
    <w:rsid w:val="1EF5101B"/>
    <w:rsid w:val="21172B62"/>
    <w:rsid w:val="2E632677"/>
    <w:rsid w:val="2EFB5FE2"/>
    <w:rsid w:val="319AC739"/>
    <w:rsid w:val="320436AC"/>
    <w:rsid w:val="370C84EA"/>
    <w:rsid w:val="397CB775"/>
    <w:rsid w:val="3CE4C667"/>
    <w:rsid w:val="452EEEB1"/>
    <w:rsid w:val="4A5AC745"/>
    <w:rsid w:val="4DAC1952"/>
    <w:rsid w:val="50BAD07F"/>
    <w:rsid w:val="51942DEF"/>
    <w:rsid w:val="54245167"/>
    <w:rsid w:val="5634F759"/>
    <w:rsid w:val="5E79A8D8"/>
    <w:rsid w:val="6359D139"/>
    <w:rsid w:val="69DDB600"/>
    <w:rsid w:val="7A5BC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3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33DA-2671-4943-84B6-3CA8CE37A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17</cp:revision>
  <cp:lastPrinted>2025-10-14T09:49:00Z</cp:lastPrinted>
  <dcterms:created xsi:type="dcterms:W3CDTF">2023-09-11T10:52:00Z</dcterms:created>
  <dcterms:modified xsi:type="dcterms:W3CDTF">2025-10-14T09:49:00Z</dcterms:modified>
</cp:coreProperties>
</file>